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801" w:rsidRDefault="00FF2801" w:rsidP="00FF2801">
      <w:pPr>
        <w:jc w:val="center"/>
        <w:rPr>
          <w:rFonts w:hint="eastAsia"/>
        </w:rPr>
      </w:pPr>
    </w:p>
    <w:p w:rsidR="00FF2801" w:rsidRDefault="00FF2801" w:rsidP="00FF2801">
      <w:pPr>
        <w:jc w:val="center"/>
        <w:rPr>
          <w:rFonts w:hint="eastAsia"/>
        </w:rPr>
      </w:pPr>
    </w:p>
    <w:p w:rsidR="00FF2801" w:rsidRDefault="00FF2801" w:rsidP="00FF2801">
      <w:pPr>
        <w:jc w:val="center"/>
        <w:rPr>
          <w:rFonts w:hint="eastAsia"/>
        </w:rPr>
      </w:pPr>
    </w:p>
    <w:p w:rsidR="00FF2801" w:rsidRDefault="00FF2801" w:rsidP="00FF2801">
      <w:pPr>
        <w:jc w:val="center"/>
        <w:rPr>
          <w:rFonts w:hint="eastAsia"/>
        </w:rPr>
      </w:pPr>
    </w:p>
    <w:p w:rsidR="00FF2801" w:rsidRDefault="00FF2801" w:rsidP="00FF2801">
      <w:pPr>
        <w:jc w:val="center"/>
        <w:rPr>
          <w:rFonts w:hint="eastAsia"/>
        </w:rPr>
      </w:pPr>
    </w:p>
    <w:p w:rsidR="00FF2801" w:rsidRDefault="00FF2801" w:rsidP="00FF2801">
      <w:pPr>
        <w:jc w:val="center"/>
        <w:rPr>
          <w:rFonts w:hint="eastAsia"/>
        </w:rPr>
      </w:pPr>
    </w:p>
    <w:p w:rsidR="00FF2801" w:rsidRDefault="00FF2801" w:rsidP="00FF2801">
      <w:pPr>
        <w:jc w:val="center"/>
        <w:rPr>
          <w:rFonts w:hint="eastAsia"/>
        </w:rPr>
      </w:pPr>
    </w:p>
    <w:p w:rsidR="00415284" w:rsidRDefault="00FF2801" w:rsidP="00FF2801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4400550" cy="2930767"/>
            <wp:effectExtent l="19050" t="0" r="0" b="0"/>
            <wp:docPr id="1" name="图片 0" descr="procrastination-fortune-cook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crastination-fortune-cooki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930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801" w:rsidRDefault="00FF2801" w:rsidP="00FF2801">
      <w:pPr>
        <w:jc w:val="center"/>
        <w:rPr>
          <w:rFonts w:hint="eastAsia"/>
        </w:rPr>
      </w:pPr>
    </w:p>
    <w:p w:rsidR="00FF2801" w:rsidRDefault="00FF2801" w:rsidP="00FF2801">
      <w:pPr>
        <w:jc w:val="center"/>
        <w:rPr>
          <w:rFonts w:hint="eastAsia"/>
        </w:rPr>
      </w:pPr>
    </w:p>
    <w:p w:rsidR="00FF2801" w:rsidRDefault="00FF2801" w:rsidP="00FF2801">
      <w:pPr>
        <w:jc w:val="center"/>
        <w:rPr>
          <w:rFonts w:hint="eastAsia"/>
        </w:rPr>
      </w:pPr>
    </w:p>
    <w:p w:rsidR="00FF2801" w:rsidRDefault="00FF2801" w:rsidP="00FF2801">
      <w:pPr>
        <w:jc w:val="center"/>
        <w:rPr>
          <w:rFonts w:hint="eastAsia"/>
        </w:rPr>
      </w:pPr>
    </w:p>
    <w:p w:rsidR="00FF2801" w:rsidRDefault="00FF2801" w:rsidP="00FF2801">
      <w:pPr>
        <w:jc w:val="center"/>
        <w:rPr>
          <w:rFonts w:hint="eastAsia"/>
        </w:rPr>
      </w:pPr>
    </w:p>
    <w:p w:rsidR="00FF2801" w:rsidRDefault="00FF2801" w:rsidP="00FF2801">
      <w:pPr>
        <w:jc w:val="center"/>
        <w:rPr>
          <w:rFonts w:hint="eastAsia"/>
          <w:b/>
          <w:sz w:val="36"/>
          <w:szCs w:val="36"/>
        </w:rPr>
      </w:pPr>
      <w:r w:rsidRPr="00FF2801">
        <w:rPr>
          <w:rFonts w:hint="eastAsia"/>
          <w:b/>
          <w:sz w:val="36"/>
          <w:szCs w:val="36"/>
        </w:rPr>
        <w:t>Procrastination</w:t>
      </w:r>
    </w:p>
    <w:p w:rsidR="00FF2801" w:rsidRDefault="00FF2801" w:rsidP="00FF2801">
      <w:pPr>
        <w:jc w:val="center"/>
        <w:rPr>
          <w:rFonts w:hint="eastAsia"/>
          <w:b/>
          <w:sz w:val="36"/>
          <w:szCs w:val="36"/>
        </w:rPr>
      </w:pPr>
    </w:p>
    <w:p w:rsidR="00FF2801" w:rsidRDefault="00FF2801" w:rsidP="00FF2801">
      <w:pPr>
        <w:jc w:val="center"/>
        <w:rPr>
          <w:rFonts w:hint="eastAsia"/>
          <w:b/>
          <w:sz w:val="36"/>
          <w:szCs w:val="36"/>
        </w:rPr>
      </w:pPr>
    </w:p>
    <w:p w:rsidR="00FF2801" w:rsidRPr="00D3435D" w:rsidRDefault="00FF2801" w:rsidP="00FF280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Zhihong Qian</w:t>
      </w:r>
    </w:p>
    <w:p w:rsidR="00FF2801" w:rsidRDefault="00FF2801" w:rsidP="00FF280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ESL220-2/Leah Keys Stahl</w:t>
      </w:r>
    </w:p>
    <w:p w:rsidR="00FF2801" w:rsidRPr="00D3435D" w:rsidRDefault="00FF2801" w:rsidP="00FF280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July 10</w:t>
      </w:r>
      <w:r w:rsidRPr="00D3435D">
        <w:rPr>
          <w:rFonts w:ascii="Arial" w:hAnsi="Arial" w:cs="Arial"/>
          <w:sz w:val="24"/>
          <w:szCs w:val="24"/>
        </w:rPr>
        <w:t>, 2011</w:t>
      </w:r>
    </w:p>
    <w:p w:rsidR="00FF2801" w:rsidRPr="00FF2801" w:rsidRDefault="00FF2801" w:rsidP="00FF2801">
      <w:pPr>
        <w:jc w:val="center"/>
        <w:rPr>
          <w:b/>
          <w:sz w:val="36"/>
          <w:szCs w:val="36"/>
        </w:rPr>
      </w:pPr>
    </w:p>
    <w:sectPr w:rsidR="00FF2801" w:rsidRPr="00FF2801" w:rsidSect="00415284">
      <w:pgSz w:w="11906" w:h="16838"/>
      <w:pgMar w:top="127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967" w:rsidRDefault="00427967" w:rsidP="00415284">
      <w:r>
        <w:separator/>
      </w:r>
    </w:p>
  </w:endnote>
  <w:endnote w:type="continuationSeparator" w:id="1">
    <w:p w:rsidR="00427967" w:rsidRDefault="00427967" w:rsidP="00415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967" w:rsidRDefault="00427967" w:rsidP="00415284">
      <w:r>
        <w:separator/>
      </w:r>
    </w:p>
  </w:footnote>
  <w:footnote w:type="continuationSeparator" w:id="1">
    <w:p w:rsidR="00427967" w:rsidRDefault="00427967" w:rsidP="004152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967"/>
    <w:rsid w:val="00415284"/>
    <w:rsid w:val="00427967"/>
    <w:rsid w:val="00B426AB"/>
    <w:rsid w:val="00F47311"/>
    <w:rsid w:val="00FF2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5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52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5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528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F280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F28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hw2\&#27169;&#26495;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模板1.dotx</Template>
  <TotalTime>7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2011-07-12T16:57:00Z</dcterms:created>
  <dcterms:modified xsi:type="dcterms:W3CDTF">2011-07-12T17:04:00Z</dcterms:modified>
</cp:coreProperties>
</file>